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5570"/>
      </w:tblGrid>
      <w:tr w:rsidR="0075682D" w:rsidRPr="007F5BDD" w:rsidTr="007F5BDD">
        <w:trPr>
          <w:trHeight w:val="3759"/>
        </w:trPr>
        <w:tc>
          <w:tcPr>
            <w:tcW w:w="15570" w:type="dxa"/>
          </w:tcPr>
          <w:p w:rsidR="0075682D" w:rsidRPr="00211282" w:rsidRDefault="0075682D" w:rsidP="007F5BDD">
            <w:pPr>
              <w:spacing w:after="0" w:line="240" w:lineRule="auto"/>
              <w:jc w:val="center"/>
              <w:rPr>
                <w:rFonts w:ascii="Curlz MT" w:hAnsi="Curlz MT"/>
                <w:sz w:val="72"/>
                <w:szCs w:val="7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.25pt;margin-top:8.9pt;width:115.55pt;height:165.9pt;z-index:-251656192;visibility:visible" wrapcoords="-140 0 -140 21502 21600 21502 21600 0 -140 0">
                  <v:imagedata r:id="rId4" o:title="" cropright="7468f"/>
                  <w10:wrap type="tight"/>
                </v:shape>
              </w:pict>
            </w:r>
            <w:r w:rsidRPr="00211282">
              <w:rPr>
                <w:rFonts w:ascii="Curlz MT" w:hAnsi="Curlz MT"/>
                <w:sz w:val="72"/>
                <w:szCs w:val="72"/>
              </w:rPr>
              <w:t>Oakwood Windsor Zoobrary Ticket</w: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</w:rPr>
              <w:pict>
                <v:shape id="_x0000_s1027" type="#_x0000_t75" style="position:absolute;left:0;text-align:left;margin-left:524.8pt;margin-top:4.85pt;width:92.4pt;height:92pt;z-index:-251658240;visibility:visible" wrapcoords="-176 0 -176 21424 21600 21424 21600 0 -176 0">
                  <v:imagedata r:id="rId5" o:title=""/>
                  <w10:wrap type="tight"/>
                </v:shape>
              </w:pict>
            </w:r>
            <w:r w:rsidRPr="007F5BDD">
              <w:rPr>
                <w:rFonts w:ascii="Comic Sans MS" w:hAnsi="Comic Sans MS"/>
                <w:sz w:val="24"/>
                <w:szCs w:val="24"/>
              </w:rPr>
              <w:t>Valid for the 2011-2012 School Year and must be used ONLY by</w: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F5BDD">
              <w:rPr>
                <w:rFonts w:ascii="Comic Sans MS" w:hAnsi="Comic Sans MS"/>
                <w:sz w:val="24"/>
                <w:szCs w:val="24"/>
              </w:rPr>
              <w:t xml:space="preserve">__________________________________ in </w:t>
            </w:r>
            <w:r>
              <w:rPr>
                <w:rFonts w:ascii="Impact" w:hAnsi="Impact"/>
                <w:sz w:val="96"/>
                <w:szCs w:val="96"/>
              </w:rPr>
              <w:t xml:space="preserve">Boltin’s </w:t>
            </w:r>
            <w:r w:rsidRPr="007F5BDD">
              <w:rPr>
                <w:rFonts w:ascii="AR CHRISTY" w:hAnsi="AR CHRISTY"/>
                <w:sz w:val="24"/>
                <w:szCs w:val="24"/>
              </w:rPr>
              <w:t xml:space="preserve"> </w:t>
            </w:r>
            <w:r w:rsidRPr="007F5BDD">
              <w:rPr>
                <w:rFonts w:ascii="Comic Sans MS" w:hAnsi="Comic Sans MS"/>
                <w:sz w:val="24"/>
                <w:szCs w:val="24"/>
              </w:rPr>
              <w:t xml:space="preserve">class. </w:t>
            </w:r>
          </w:p>
          <w:p w:rsidR="0075682D" w:rsidRPr="007F5BDD" w:rsidRDefault="0075682D" w:rsidP="007F5BDD">
            <w:pPr>
              <w:spacing w:after="0" w:line="240" w:lineRule="auto"/>
            </w:pPr>
          </w:p>
        </w:tc>
      </w:tr>
      <w:tr w:rsidR="0075682D" w:rsidRPr="007F5BDD" w:rsidTr="007F5BDD">
        <w:trPr>
          <w:trHeight w:val="3759"/>
        </w:trPr>
        <w:tc>
          <w:tcPr>
            <w:tcW w:w="15570" w:type="dxa"/>
          </w:tcPr>
          <w:p w:rsidR="0075682D" w:rsidRPr="00211282" w:rsidRDefault="0075682D" w:rsidP="007F5BDD">
            <w:pPr>
              <w:spacing w:after="0" w:line="240" w:lineRule="auto"/>
              <w:jc w:val="center"/>
              <w:rPr>
                <w:rFonts w:ascii="Curlz MT" w:hAnsi="Curlz MT"/>
                <w:sz w:val="72"/>
                <w:szCs w:val="72"/>
              </w:rPr>
            </w:pPr>
            <w:r>
              <w:rPr>
                <w:noProof/>
              </w:rPr>
              <w:pict>
                <v:shape id="_x0000_s1028" type="#_x0000_t75" style="position:absolute;left:0;text-align:left;margin-left:9.65pt;margin-top:15.8pt;width:115.55pt;height:165.9pt;z-index:-251657216;visibility:visible;mso-position-horizontal-relative:text;mso-position-vertical-relative:text" wrapcoords="-140 0 -140 21502 21600 21502 21600 0 -140 0">
                  <v:imagedata r:id="rId4" o:title="" cropright="7468f"/>
                  <w10:wrap type="tight"/>
                </v:shape>
              </w:pict>
            </w:r>
            <w:r w:rsidRPr="00211282">
              <w:rPr>
                <w:rFonts w:ascii="Curlz MT" w:hAnsi="Curlz MT"/>
                <w:sz w:val="72"/>
                <w:szCs w:val="72"/>
              </w:rPr>
              <w:t>Oakwood Windsor Zoobrary Ticket</w: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F5BDD">
              <w:rPr>
                <w:rFonts w:ascii="Comic Sans MS" w:hAnsi="Comic Sans MS"/>
                <w:sz w:val="24"/>
                <w:szCs w:val="24"/>
              </w:rPr>
              <w:t>Valid for the 2011-2012 School Year and must be used ONLY by</w: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529.75pt;margin-top:3.75pt;width:92.4pt;height:92pt;z-index:-251659264;visibility:visible" wrapcoords="-176 0 -176 21424 21600 21424 21600 0 -176 0">
                  <v:imagedata r:id="rId5" o:title=""/>
                  <w10:wrap type="tight"/>
                </v:shape>
              </w:pic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F5BDD">
              <w:rPr>
                <w:rFonts w:ascii="Comic Sans MS" w:hAnsi="Comic Sans MS"/>
                <w:sz w:val="24"/>
                <w:szCs w:val="24"/>
              </w:rPr>
              <w:t xml:space="preserve">__________________________________ in </w:t>
            </w:r>
            <w:r>
              <w:rPr>
                <w:rFonts w:ascii="Impact" w:hAnsi="Impact"/>
                <w:sz w:val="96"/>
                <w:szCs w:val="96"/>
              </w:rPr>
              <w:t xml:space="preserve">Boltin’s </w:t>
            </w:r>
            <w:r w:rsidRPr="001F665E">
              <w:rPr>
                <w:rFonts w:ascii="AR CHRISTY" w:hAnsi="AR CHRISTY"/>
                <w:sz w:val="96"/>
                <w:szCs w:val="96"/>
              </w:rPr>
              <w:t xml:space="preserve"> </w:t>
            </w:r>
            <w:r w:rsidRPr="007F5BDD">
              <w:rPr>
                <w:rFonts w:ascii="Comic Sans MS" w:hAnsi="Comic Sans MS"/>
                <w:sz w:val="24"/>
                <w:szCs w:val="24"/>
              </w:rPr>
              <w:t>class.</w:t>
            </w:r>
          </w:p>
          <w:p w:rsidR="0075682D" w:rsidRPr="007F5BDD" w:rsidRDefault="0075682D" w:rsidP="007F5BDD">
            <w:pPr>
              <w:spacing w:after="0" w:line="240" w:lineRule="auto"/>
            </w:pPr>
          </w:p>
        </w:tc>
      </w:tr>
      <w:tr w:rsidR="0075682D" w:rsidRPr="007F5BDD" w:rsidTr="007F5BDD">
        <w:trPr>
          <w:trHeight w:val="3930"/>
        </w:trPr>
        <w:tc>
          <w:tcPr>
            <w:tcW w:w="15570" w:type="dxa"/>
          </w:tcPr>
          <w:p w:rsidR="0075682D" w:rsidRPr="00211282" w:rsidRDefault="0075682D" w:rsidP="007F5BDD">
            <w:pPr>
              <w:spacing w:after="0" w:line="240" w:lineRule="auto"/>
              <w:jc w:val="center"/>
              <w:rPr>
                <w:rFonts w:ascii="Curlz MT" w:hAnsi="Curlz MT"/>
                <w:sz w:val="72"/>
                <w:szCs w:val="72"/>
              </w:rPr>
            </w:pPr>
            <w:r w:rsidRPr="00211282">
              <w:rPr>
                <w:rFonts w:ascii="Curlz MT" w:hAnsi="Curlz MT"/>
                <w:sz w:val="72"/>
                <w:szCs w:val="72"/>
              </w:rPr>
              <w:t>Oakwood Windsor Zoobrary Ticket</w: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F5BDD">
              <w:rPr>
                <w:rFonts w:ascii="Comic Sans MS" w:hAnsi="Comic Sans MS"/>
                <w:sz w:val="24"/>
                <w:szCs w:val="24"/>
              </w:rPr>
              <w:t>Valid for the 2011-2012 School Year and must be used ONLY by</w: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</w:rPr>
              <w:pict>
                <v:shape id="Picture 4" o:spid="_x0000_s1030" type="#_x0000_t75" style="position:absolute;left:0;text-align:left;margin-left:659.55pt;margin-top:3.75pt;width:92.4pt;height:92pt;z-index:-251660288;visibility:visible" wrapcoords="-176 0 -176 21424 21600 21424 21600 0 -176 0">
                  <v:imagedata r:id="rId5" o:title=""/>
                  <w10:wrap type="tight"/>
                </v:shape>
              </w:pict>
            </w: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5682D" w:rsidRPr="007F5BDD" w:rsidRDefault="0075682D" w:rsidP="007F5BD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7F5BDD">
              <w:rPr>
                <w:rFonts w:ascii="Comic Sans MS" w:hAnsi="Comic Sans MS"/>
                <w:sz w:val="24"/>
                <w:szCs w:val="24"/>
              </w:rPr>
              <w:t>__________________________________ in</w:t>
            </w:r>
            <w:r>
              <w:rPr>
                <w:rFonts w:ascii="Comic Sans MS" w:hAnsi="Comic Sans MS"/>
                <w:sz w:val="96"/>
                <w:szCs w:val="96"/>
              </w:rPr>
              <w:t xml:space="preserve"> </w:t>
            </w:r>
            <w:r>
              <w:rPr>
                <w:rFonts w:ascii="Impact" w:hAnsi="Impact"/>
                <w:sz w:val="96"/>
                <w:szCs w:val="96"/>
              </w:rPr>
              <w:t xml:space="preserve">Boltin’s </w:t>
            </w:r>
            <w:r w:rsidRPr="007F5BDD">
              <w:rPr>
                <w:rFonts w:ascii="AR CHRISTY" w:hAnsi="AR CHRISTY"/>
                <w:sz w:val="24"/>
                <w:szCs w:val="24"/>
              </w:rPr>
              <w:t xml:space="preserve"> </w:t>
            </w:r>
            <w:r w:rsidRPr="007F5BDD">
              <w:rPr>
                <w:rFonts w:ascii="Comic Sans MS" w:hAnsi="Comic Sans MS"/>
                <w:sz w:val="24"/>
                <w:szCs w:val="24"/>
              </w:rPr>
              <w:t>class.</w:t>
            </w:r>
          </w:p>
          <w:p w:rsidR="0075682D" w:rsidRPr="007F5BDD" w:rsidRDefault="0075682D" w:rsidP="007F5BDD">
            <w:pPr>
              <w:spacing w:after="0" w:line="240" w:lineRule="auto"/>
            </w:pPr>
            <w:r>
              <w:rPr>
                <w:noProof/>
              </w:rPr>
              <w:pict>
                <v:shape id="Picture 1" o:spid="_x0000_s1031" type="#_x0000_t75" style="position:absolute;margin-left:12.8pt;margin-top:-146.15pt;width:115.55pt;height:165.9pt;z-index:-251661312;visibility:visible" wrapcoords="-140 0 -140 21502 21600 21502 21600 0 -140 0">
                  <v:imagedata r:id="rId4" o:title="" cropright="7468f"/>
                  <w10:wrap type="tight"/>
                </v:shape>
              </w:pict>
            </w:r>
          </w:p>
        </w:tc>
      </w:tr>
    </w:tbl>
    <w:p w:rsidR="0075682D" w:rsidRDefault="0075682D"/>
    <w:sectPr w:rsidR="0075682D" w:rsidSect="007B561E">
      <w:pgSz w:w="15840" w:h="12240" w:orient="landscape"/>
      <w:pgMar w:top="187" w:right="187" w:bottom="187" w:left="18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 CHRIST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61E"/>
    <w:rsid w:val="000F69CC"/>
    <w:rsid w:val="001F665E"/>
    <w:rsid w:val="00211282"/>
    <w:rsid w:val="002650CF"/>
    <w:rsid w:val="002A73C5"/>
    <w:rsid w:val="004E2C8B"/>
    <w:rsid w:val="005F4775"/>
    <w:rsid w:val="0075682D"/>
    <w:rsid w:val="007B561E"/>
    <w:rsid w:val="007F5BDD"/>
    <w:rsid w:val="009656AB"/>
    <w:rsid w:val="009C184C"/>
    <w:rsid w:val="00E4702B"/>
    <w:rsid w:val="00EB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6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56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69</Words>
  <Characters>395</Characters>
  <Application>Microsoft Office Outlook</Application>
  <DocSecurity>0</DocSecurity>
  <Lines>0</Lines>
  <Paragraphs>0</Paragraphs>
  <ScaleCrop>false</ScaleCrop>
  <Company>Oklahoma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Oakwood Windsor Zoobrary Ticket</dc:title>
  <dc:subject/>
  <dc:creator>Gerber's</dc:creator>
  <cp:keywords/>
  <dc:description/>
  <cp:lastModifiedBy>ACSD</cp:lastModifiedBy>
  <cp:revision>3</cp:revision>
  <cp:lastPrinted>2011-08-18T11:59:00Z</cp:lastPrinted>
  <dcterms:created xsi:type="dcterms:W3CDTF">2011-08-16T15:46:00Z</dcterms:created>
  <dcterms:modified xsi:type="dcterms:W3CDTF">2011-08-18T11:59:00Z</dcterms:modified>
</cp:coreProperties>
</file>